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DC5EF93" w14:textId="77777777" w:rsidTr="00F862D6">
        <w:tc>
          <w:tcPr>
            <w:tcW w:w="1020" w:type="dxa"/>
          </w:tcPr>
          <w:p w14:paraId="6028229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9AC0A62" wp14:editId="64C8644B">
                      <wp:simplePos x="0" y="0"/>
                      <wp:positionH relativeFrom="page">
                        <wp:posOffset>2482215</wp:posOffset>
                      </wp:positionH>
                      <wp:positionV relativeFrom="page">
                        <wp:posOffset>97155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4B2C8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AC0A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5.45pt;margin-top:7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ViADK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244B2C8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EC42C22" w14:textId="77777777" w:rsidR="00F64786" w:rsidRDefault="00F64786" w:rsidP="0077673A"/>
        </w:tc>
        <w:tc>
          <w:tcPr>
            <w:tcW w:w="823" w:type="dxa"/>
          </w:tcPr>
          <w:p w14:paraId="46DE0B6A" w14:textId="77777777" w:rsidR="00F64786" w:rsidRDefault="00F64786" w:rsidP="0077673A"/>
        </w:tc>
        <w:tc>
          <w:tcPr>
            <w:tcW w:w="3685" w:type="dxa"/>
          </w:tcPr>
          <w:p w14:paraId="4F68AD1C" w14:textId="77777777" w:rsidR="00F64786" w:rsidRDefault="00F64786" w:rsidP="0077673A"/>
        </w:tc>
      </w:tr>
      <w:tr w:rsidR="00F862D6" w14:paraId="6DD682AF" w14:textId="77777777" w:rsidTr="00596C7E">
        <w:tc>
          <w:tcPr>
            <w:tcW w:w="1020" w:type="dxa"/>
          </w:tcPr>
          <w:p w14:paraId="2D84C387" w14:textId="77777777" w:rsidR="00F862D6" w:rsidRDefault="00F862D6" w:rsidP="0077673A"/>
        </w:tc>
        <w:tc>
          <w:tcPr>
            <w:tcW w:w="2552" w:type="dxa"/>
          </w:tcPr>
          <w:p w14:paraId="594DE5E3" w14:textId="77777777" w:rsidR="00F862D6" w:rsidRDefault="00F862D6" w:rsidP="00764595"/>
        </w:tc>
        <w:tc>
          <w:tcPr>
            <w:tcW w:w="823" w:type="dxa"/>
          </w:tcPr>
          <w:p w14:paraId="1C79191F" w14:textId="77777777" w:rsidR="00F862D6" w:rsidRDefault="00F862D6" w:rsidP="0077673A"/>
        </w:tc>
        <w:tc>
          <w:tcPr>
            <w:tcW w:w="3685" w:type="dxa"/>
            <w:vMerge w:val="restart"/>
          </w:tcPr>
          <w:p w14:paraId="6CC58410" w14:textId="77777777" w:rsidR="00596C7E" w:rsidRDefault="00596C7E" w:rsidP="00596C7E">
            <w:pPr>
              <w:rPr>
                <w:rStyle w:val="Potovnadresa"/>
              </w:rPr>
            </w:pPr>
          </w:p>
          <w:p w14:paraId="706856C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B35FF3" w14:paraId="40ABF391" w14:textId="77777777" w:rsidTr="00F862D6">
        <w:tc>
          <w:tcPr>
            <w:tcW w:w="1020" w:type="dxa"/>
          </w:tcPr>
          <w:p w14:paraId="596064CA" w14:textId="77777777" w:rsidR="00B35FF3" w:rsidRPr="000F6F48" w:rsidRDefault="00B35FF3" w:rsidP="00B35FF3">
            <w:r w:rsidRPr="000F6F48">
              <w:t>Naše zn.</w:t>
            </w:r>
          </w:p>
        </w:tc>
        <w:tc>
          <w:tcPr>
            <w:tcW w:w="2552" w:type="dxa"/>
          </w:tcPr>
          <w:p w14:paraId="620784E7" w14:textId="651BAFBC" w:rsidR="00B35FF3" w:rsidRPr="002551BF" w:rsidRDefault="00B60DF0" w:rsidP="00B35FF3">
            <w:r w:rsidRPr="00B60DF0">
              <w:t>5375/2023-SŽ-SSV-Ú3</w:t>
            </w:r>
          </w:p>
        </w:tc>
        <w:tc>
          <w:tcPr>
            <w:tcW w:w="823" w:type="dxa"/>
          </w:tcPr>
          <w:p w14:paraId="558284DB" w14:textId="77777777" w:rsidR="00B35FF3" w:rsidRDefault="00B35FF3" w:rsidP="00B35FF3"/>
        </w:tc>
        <w:tc>
          <w:tcPr>
            <w:tcW w:w="3685" w:type="dxa"/>
            <w:vMerge/>
          </w:tcPr>
          <w:p w14:paraId="0B2FB7D4" w14:textId="77777777" w:rsidR="00B35FF3" w:rsidRDefault="00B35FF3" w:rsidP="00B35FF3"/>
        </w:tc>
      </w:tr>
      <w:tr w:rsidR="00B35FF3" w14:paraId="49672B8F" w14:textId="77777777" w:rsidTr="00F862D6">
        <w:tc>
          <w:tcPr>
            <w:tcW w:w="1020" w:type="dxa"/>
          </w:tcPr>
          <w:p w14:paraId="1FABDA51" w14:textId="77777777" w:rsidR="00B35FF3" w:rsidRPr="009537BD" w:rsidRDefault="00B35FF3" w:rsidP="00B35FF3">
            <w:r w:rsidRPr="009537BD">
              <w:t>Listů/příloh</w:t>
            </w:r>
          </w:p>
        </w:tc>
        <w:tc>
          <w:tcPr>
            <w:tcW w:w="2552" w:type="dxa"/>
          </w:tcPr>
          <w:p w14:paraId="1EE32AB2" w14:textId="77777777" w:rsidR="00B35FF3" w:rsidRPr="002551BF" w:rsidRDefault="00B35FF3" w:rsidP="00B35FF3">
            <w:r>
              <w:t>2</w:t>
            </w:r>
            <w:r w:rsidRPr="002551BF">
              <w:t>/</w:t>
            </w:r>
            <w:r>
              <w:t>0</w:t>
            </w:r>
          </w:p>
        </w:tc>
        <w:tc>
          <w:tcPr>
            <w:tcW w:w="823" w:type="dxa"/>
          </w:tcPr>
          <w:p w14:paraId="0BE9BD44" w14:textId="77777777" w:rsidR="00B35FF3" w:rsidRDefault="00B35FF3" w:rsidP="00B35FF3"/>
        </w:tc>
        <w:tc>
          <w:tcPr>
            <w:tcW w:w="3685" w:type="dxa"/>
            <w:vMerge/>
          </w:tcPr>
          <w:p w14:paraId="210EA1F0" w14:textId="77777777" w:rsidR="00B35FF3" w:rsidRDefault="00B35FF3" w:rsidP="00B35FF3">
            <w:pPr>
              <w:rPr>
                <w:noProof/>
              </w:rPr>
            </w:pPr>
          </w:p>
        </w:tc>
      </w:tr>
      <w:tr w:rsidR="00B35FF3" w14:paraId="674E1C85" w14:textId="77777777" w:rsidTr="00B23CA3">
        <w:trPr>
          <w:trHeight w:val="77"/>
        </w:trPr>
        <w:tc>
          <w:tcPr>
            <w:tcW w:w="1020" w:type="dxa"/>
          </w:tcPr>
          <w:p w14:paraId="15FEEFB5" w14:textId="77777777" w:rsidR="00B35FF3" w:rsidRPr="009537BD" w:rsidRDefault="00B35FF3" w:rsidP="00B35FF3"/>
        </w:tc>
        <w:tc>
          <w:tcPr>
            <w:tcW w:w="2552" w:type="dxa"/>
          </w:tcPr>
          <w:p w14:paraId="703EB5AA" w14:textId="77777777" w:rsidR="00B35FF3" w:rsidRPr="000575AF" w:rsidRDefault="00B35FF3" w:rsidP="00B35FF3"/>
        </w:tc>
        <w:tc>
          <w:tcPr>
            <w:tcW w:w="823" w:type="dxa"/>
          </w:tcPr>
          <w:p w14:paraId="30CC1C77" w14:textId="77777777" w:rsidR="00B35FF3" w:rsidRDefault="00B35FF3" w:rsidP="00B35FF3"/>
        </w:tc>
        <w:tc>
          <w:tcPr>
            <w:tcW w:w="3685" w:type="dxa"/>
            <w:vMerge/>
          </w:tcPr>
          <w:p w14:paraId="216CD5AD" w14:textId="77777777" w:rsidR="00B35FF3" w:rsidRDefault="00B35FF3" w:rsidP="00B35FF3"/>
        </w:tc>
      </w:tr>
      <w:tr w:rsidR="00B35FF3" w14:paraId="6BF718F5" w14:textId="77777777" w:rsidTr="00F862D6">
        <w:tc>
          <w:tcPr>
            <w:tcW w:w="1020" w:type="dxa"/>
          </w:tcPr>
          <w:p w14:paraId="3AA90FE1" w14:textId="77777777" w:rsidR="00B35FF3" w:rsidRDefault="00B35FF3" w:rsidP="00B35FF3">
            <w:r>
              <w:t>Vyřizuje</w:t>
            </w:r>
          </w:p>
        </w:tc>
        <w:tc>
          <w:tcPr>
            <w:tcW w:w="2552" w:type="dxa"/>
          </w:tcPr>
          <w:p w14:paraId="02D3045B" w14:textId="77777777" w:rsidR="00B35FF3" w:rsidRPr="000575AF" w:rsidRDefault="00B35FF3" w:rsidP="00B35FF3">
            <w:r w:rsidRPr="000575AF">
              <w:t>Ing. Radomíra Rečková</w:t>
            </w:r>
          </w:p>
        </w:tc>
        <w:tc>
          <w:tcPr>
            <w:tcW w:w="823" w:type="dxa"/>
          </w:tcPr>
          <w:p w14:paraId="745AD3D3" w14:textId="77777777" w:rsidR="00B35FF3" w:rsidRDefault="00B35FF3" w:rsidP="00B35FF3"/>
        </w:tc>
        <w:tc>
          <w:tcPr>
            <w:tcW w:w="3685" w:type="dxa"/>
            <w:vMerge/>
          </w:tcPr>
          <w:p w14:paraId="5B7D2B68" w14:textId="77777777" w:rsidR="00B35FF3" w:rsidRDefault="00B35FF3" w:rsidP="00B35FF3"/>
        </w:tc>
      </w:tr>
      <w:tr w:rsidR="00B35FF3" w14:paraId="17BDFF61" w14:textId="77777777" w:rsidTr="00F862D6">
        <w:tc>
          <w:tcPr>
            <w:tcW w:w="1020" w:type="dxa"/>
          </w:tcPr>
          <w:p w14:paraId="01856997" w14:textId="77777777" w:rsidR="00B35FF3" w:rsidRDefault="00B35FF3" w:rsidP="00B35FF3"/>
        </w:tc>
        <w:tc>
          <w:tcPr>
            <w:tcW w:w="2552" w:type="dxa"/>
          </w:tcPr>
          <w:p w14:paraId="76307F9F" w14:textId="77777777" w:rsidR="00B35FF3" w:rsidRPr="000575AF" w:rsidRDefault="00B35FF3" w:rsidP="00B35FF3"/>
        </w:tc>
        <w:tc>
          <w:tcPr>
            <w:tcW w:w="823" w:type="dxa"/>
          </w:tcPr>
          <w:p w14:paraId="3D9CF8B0" w14:textId="77777777" w:rsidR="00B35FF3" w:rsidRDefault="00B35FF3" w:rsidP="00B35FF3"/>
        </w:tc>
        <w:tc>
          <w:tcPr>
            <w:tcW w:w="3685" w:type="dxa"/>
            <w:vMerge/>
          </w:tcPr>
          <w:p w14:paraId="49FD5BF7" w14:textId="77777777" w:rsidR="00B35FF3" w:rsidRDefault="00B35FF3" w:rsidP="00B35FF3"/>
        </w:tc>
      </w:tr>
      <w:tr w:rsidR="00B35FF3" w14:paraId="2B6AC9B0" w14:textId="77777777" w:rsidTr="00F862D6">
        <w:tc>
          <w:tcPr>
            <w:tcW w:w="1020" w:type="dxa"/>
          </w:tcPr>
          <w:p w14:paraId="6EFAEE3F" w14:textId="77777777" w:rsidR="00B35FF3" w:rsidRDefault="00B35FF3" w:rsidP="00B35FF3">
            <w:r>
              <w:t>Mobil</w:t>
            </w:r>
          </w:p>
        </w:tc>
        <w:tc>
          <w:tcPr>
            <w:tcW w:w="2552" w:type="dxa"/>
          </w:tcPr>
          <w:p w14:paraId="2B92E811" w14:textId="77777777" w:rsidR="00B35FF3" w:rsidRPr="000575AF" w:rsidRDefault="00B35FF3" w:rsidP="00B35FF3">
            <w:r w:rsidRPr="000575AF">
              <w:t>+420 725 744 197</w:t>
            </w:r>
          </w:p>
        </w:tc>
        <w:tc>
          <w:tcPr>
            <w:tcW w:w="823" w:type="dxa"/>
          </w:tcPr>
          <w:p w14:paraId="3DDD8D59" w14:textId="77777777" w:rsidR="00B35FF3" w:rsidRDefault="00B35FF3" w:rsidP="00B35FF3"/>
        </w:tc>
        <w:tc>
          <w:tcPr>
            <w:tcW w:w="3685" w:type="dxa"/>
            <w:vMerge/>
          </w:tcPr>
          <w:p w14:paraId="77845982" w14:textId="77777777" w:rsidR="00B35FF3" w:rsidRDefault="00B35FF3" w:rsidP="00B35FF3"/>
        </w:tc>
      </w:tr>
      <w:tr w:rsidR="00B35FF3" w14:paraId="2BC104A2" w14:textId="77777777" w:rsidTr="00F862D6">
        <w:tc>
          <w:tcPr>
            <w:tcW w:w="1020" w:type="dxa"/>
          </w:tcPr>
          <w:p w14:paraId="3AC82959" w14:textId="77777777" w:rsidR="00B35FF3" w:rsidRDefault="00B35FF3" w:rsidP="00B35FF3">
            <w:r>
              <w:t>E-mail</w:t>
            </w:r>
          </w:p>
        </w:tc>
        <w:tc>
          <w:tcPr>
            <w:tcW w:w="2552" w:type="dxa"/>
          </w:tcPr>
          <w:p w14:paraId="2BE70EF4" w14:textId="77777777" w:rsidR="00B35FF3" w:rsidRPr="000575AF" w:rsidRDefault="00B35FF3" w:rsidP="00B35FF3">
            <w:r w:rsidRPr="000575AF">
              <w:t>Reckova@spravazeleznic.cz</w:t>
            </w:r>
          </w:p>
        </w:tc>
        <w:tc>
          <w:tcPr>
            <w:tcW w:w="823" w:type="dxa"/>
          </w:tcPr>
          <w:p w14:paraId="5A357564" w14:textId="77777777" w:rsidR="00B35FF3" w:rsidRDefault="00B35FF3" w:rsidP="00B35FF3"/>
        </w:tc>
        <w:tc>
          <w:tcPr>
            <w:tcW w:w="3685" w:type="dxa"/>
            <w:vMerge/>
          </w:tcPr>
          <w:p w14:paraId="4FE5537F" w14:textId="77777777" w:rsidR="00B35FF3" w:rsidRDefault="00B35FF3" w:rsidP="00B35FF3"/>
        </w:tc>
      </w:tr>
      <w:tr w:rsidR="00A8277B" w14:paraId="4E69B3E0" w14:textId="77777777" w:rsidTr="00F862D6">
        <w:tc>
          <w:tcPr>
            <w:tcW w:w="1020" w:type="dxa"/>
          </w:tcPr>
          <w:p w14:paraId="26DB77FF" w14:textId="77777777" w:rsidR="00A8277B" w:rsidRDefault="00A8277B" w:rsidP="00A8277B"/>
        </w:tc>
        <w:tc>
          <w:tcPr>
            <w:tcW w:w="2552" w:type="dxa"/>
          </w:tcPr>
          <w:p w14:paraId="4C972D81" w14:textId="77777777" w:rsidR="00A8277B" w:rsidRPr="003E6B9A" w:rsidRDefault="00A8277B" w:rsidP="00A8277B"/>
        </w:tc>
        <w:tc>
          <w:tcPr>
            <w:tcW w:w="823" w:type="dxa"/>
          </w:tcPr>
          <w:p w14:paraId="5EB98CB9" w14:textId="77777777" w:rsidR="00A8277B" w:rsidRDefault="00A8277B" w:rsidP="00A8277B"/>
        </w:tc>
        <w:tc>
          <w:tcPr>
            <w:tcW w:w="3685" w:type="dxa"/>
          </w:tcPr>
          <w:p w14:paraId="0F586D67" w14:textId="77777777" w:rsidR="00A8277B" w:rsidRDefault="00A8277B" w:rsidP="00A8277B"/>
        </w:tc>
      </w:tr>
      <w:tr w:rsidR="00A8277B" w14:paraId="33231D05" w14:textId="77777777" w:rsidTr="00F862D6">
        <w:tc>
          <w:tcPr>
            <w:tcW w:w="1020" w:type="dxa"/>
          </w:tcPr>
          <w:p w14:paraId="48267FB3" w14:textId="77777777" w:rsidR="00A8277B" w:rsidRDefault="00A8277B" w:rsidP="00A8277B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7FDE261" w14:textId="1F200DE1" w:rsidR="00A8277B" w:rsidRPr="003E6B9A" w:rsidRDefault="00A8277B" w:rsidP="00441042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207BD">
              <w:rPr>
                <w:noProof/>
              </w:rPr>
              <w:t>22.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1E24961" w14:textId="77777777" w:rsidR="00A8277B" w:rsidRDefault="00A8277B" w:rsidP="00A8277B"/>
        </w:tc>
        <w:tc>
          <w:tcPr>
            <w:tcW w:w="3685" w:type="dxa"/>
          </w:tcPr>
          <w:p w14:paraId="5125D32C" w14:textId="77777777" w:rsidR="00A8277B" w:rsidRDefault="00A8277B" w:rsidP="00A8277B"/>
        </w:tc>
      </w:tr>
      <w:tr w:rsidR="00F64786" w14:paraId="43DD871B" w14:textId="77777777" w:rsidTr="00F862D6">
        <w:tc>
          <w:tcPr>
            <w:tcW w:w="1020" w:type="dxa"/>
          </w:tcPr>
          <w:p w14:paraId="651D2114" w14:textId="77777777" w:rsidR="00F64786" w:rsidRDefault="00F64786" w:rsidP="0077673A"/>
        </w:tc>
        <w:tc>
          <w:tcPr>
            <w:tcW w:w="2552" w:type="dxa"/>
          </w:tcPr>
          <w:p w14:paraId="298AFB6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DC1B13" w14:textId="77777777" w:rsidR="00F64786" w:rsidRDefault="00F64786" w:rsidP="0077673A"/>
        </w:tc>
        <w:tc>
          <w:tcPr>
            <w:tcW w:w="3685" w:type="dxa"/>
          </w:tcPr>
          <w:p w14:paraId="3E0794A0" w14:textId="77777777" w:rsidR="00F64786" w:rsidRDefault="00F64786" w:rsidP="0077673A"/>
        </w:tc>
      </w:tr>
      <w:tr w:rsidR="00F862D6" w14:paraId="4C1C491C" w14:textId="77777777" w:rsidTr="00B45E9E">
        <w:trPr>
          <w:trHeight w:val="794"/>
        </w:trPr>
        <w:tc>
          <w:tcPr>
            <w:tcW w:w="1020" w:type="dxa"/>
          </w:tcPr>
          <w:p w14:paraId="2494ED81" w14:textId="77777777" w:rsidR="00F862D6" w:rsidRDefault="00F862D6" w:rsidP="0077673A"/>
        </w:tc>
        <w:tc>
          <w:tcPr>
            <w:tcW w:w="2552" w:type="dxa"/>
          </w:tcPr>
          <w:p w14:paraId="0068276A" w14:textId="77777777" w:rsidR="00F862D6" w:rsidRDefault="00F862D6" w:rsidP="00F310F8"/>
        </w:tc>
        <w:tc>
          <w:tcPr>
            <w:tcW w:w="823" w:type="dxa"/>
          </w:tcPr>
          <w:p w14:paraId="36BCADCE" w14:textId="77777777" w:rsidR="00F862D6" w:rsidRDefault="00F862D6" w:rsidP="0077673A"/>
        </w:tc>
        <w:tc>
          <w:tcPr>
            <w:tcW w:w="3685" w:type="dxa"/>
          </w:tcPr>
          <w:p w14:paraId="7F647653" w14:textId="77777777" w:rsidR="00F862D6" w:rsidRDefault="00F862D6" w:rsidP="0077673A"/>
        </w:tc>
      </w:tr>
    </w:tbl>
    <w:p w14:paraId="742D93DB" w14:textId="77777777" w:rsidR="00DB6FAB" w:rsidRPr="00DB6FAB" w:rsidRDefault="00CB7B5A" w:rsidP="00DB6FA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B6FAB" w:rsidRPr="00DB6FAB">
        <w:rPr>
          <w:rFonts w:eastAsia="Calibri" w:cs="Times New Roman"/>
          <w:b/>
          <w:lang w:eastAsia="cs-CZ"/>
        </w:rPr>
        <w:t xml:space="preserve">Soubor </w:t>
      </w:r>
      <w:r w:rsidR="00582A36">
        <w:rPr>
          <w:rFonts w:eastAsia="Calibri" w:cs="Times New Roman"/>
          <w:b/>
          <w:lang w:eastAsia="cs-CZ"/>
        </w:rPr>
        <w:t xml:space="preserve">3 </w:t>
      </w:r>
      <w:r w:rsidR="00DB6FAB" w:rsidRPr="00DB6FAB">
        <w:rPr>
          <w:rFonts w:eastAsia="Calibri" w:cs="Times New Roman"/>
          <w:b/>
          <w:lang w:eastAsia="cs-CZ"/>
        </w:rPr>
        <w:t>staveb:</w:t>
      </w:r>
    </w:p>
    <w:p w14:paraId="138E2CDA" w14:textId="77777777" w:rsidR="00582A36" w:rsidRPr="00582A36" w:rsidRDefault="00582A36" w:rsidP="00582A36">
      <w:pPr>
        <w:spacing w:after="0" w:line="240" w:lineRule="auto"/>
        <w:rPr>
          <w:rFonts w:eastAsia="Calibri" w:cs="Times New Roman"/>
          <w:b/>
          <w:lang w:eastAsia="cs-CZ"/>
        </w:rPr>
      </w:pPr>
      <w:r w:rsidRPr="00582A36">
        <w:rPr>
          <w:rFonts w:eastAsia="Calibri" w:cs="Times New Roman"/>
          <w:b/>
          <w:lang w:eastAsia="cs-CZ"/>
        </w:rPr>
        <w:t xml:space="preserve">Stavba 1 „Výstavba nových fotovoltaických zdrojů v lokalitě Hradec Králové, </w:t>
      </w:r>
    </w:p>
    <w:p w14:paraId="505B5713" w14:textId="77777777" w:rsidR="00582A36" w:rsidRPr="00582A36" w:rsidRDefault="00582A36" w:rsidP="00582A36">
      <w:pPr>
        <w:spacing w:after="0" w:line="240" w:lineRule="auto"/>
        <w:rPr>
          <w:rFonts w:eastAsia="Calibri" w:cs="Times New Roman"/>
          <w:b/>
          <w:lang w:eastAsia="cs-CZ"/>
        </w:rPr>
      </w:pPr>
      <w:r w:rsidRPr="00582A36">
        <w:rPr>
          <w:rFonts w:eastAsia="Calibri" w:cs="Times New Roman"/>
          <w:b/>
          <w:lang w:eastAsia="cs-CZ"/>
        </w:rPr>
        <w:t xml:space="preserve">U </w:t>
      </w:r>
      <w:proofErr w:type="spellStart"/>
      <w:r w:rsidRPr="00582A36">
        <w:rPr>
          <w:rFonts w:eastAsia="Calibri" w:cs="Times New Roman"/>
          <w:b/>
          <w:lang w:eastAsia="cs-CZ"/>
        </w:rPr>
        <w:t>Fotochemy</w:t>
      </w:r>
      <w:proofErr w:type="spellEnd"/>
      <w:r w:rsidRPr="00582A36">
        <w:rPr>
          <w:rFonts w:eastAsia="Calibri" w:cs="Times New Roman"/>
          <w:b/>
          <w:lang w:eastAsia="cs-CZ"/>
        </w:rPr>
        <w:t xml:space="preserve"> II“</w:t>
      </w:r>
    </w:p>
    <w:p w14:paraId="5B28505D" w14:textId="77777777" w:rsidR="00582A36" w:rsidRPr="00582A36" w:rsidRDefault="00582A36" w:rsidP="00582A36">
      <w:pPr>
        <w:spacing w:after="0" w:line="240" w:lineRule="auto"/>
        <w:rPr>
          <w:rFonts w:eastAsia="Calibri" w:cs="Times New Roman"/>
          <w:b/>
          <w:lang w:eastAsia="cs-CZ"/>
        </w:rPr>
      </w:pPr>
      <w:r w:rsidRPr="00582A36">
        <w:rPr>
          <w:rFonts w:eastAsia="Calibri" w:cs="Times New Roman"/>
          <w:b/>
          <w:lang w:eastAsia="cs-CZ"/>
        </w:rPr>
        <w:t>Stavba 2 „Výstavba nových fotovoltaických zdrojů v lokalitě Pardubice, ul. Hlaváčova“</w:t>
      </w:r>
    </w:p>
    <w:p w14:paraId="349FDF2B" w14:textId="77777777" w:rsidR="00CB7B5A" w:rsidRPr="00DB6FAB" w:rsidRDefault="00582A36" w:rsidP="00582A36">
      <w:pPr>
        <w:spacing w:after="0" w:line="240" w:lineRule="auto"/>
        <w:rPr>
          <w:rFonts w:eastAsia="Calibri" w:cs="Times New Roman"/>
          <w:lang w:eastAsia="cs-CZ"/>
        </w:rPr>
      </w:pPr>
      <w:r w:rsidRPr="00582A36">
        <w:rPr>
          <w:rFonts w:eastAsia="Calibri" w:cs="Times New Roman"/>
          <w:b/>
          <w:lang w:eastAsia="cs-CZ"/>
        </w:rPr>
        <w:t>Stavba 3 „Výstavba nových fotovoltaických zdrojů v lokalitě Turnov, Nad Perchtou (integrované pracoviště)“</w:t>
      </w:r>
    </w:p>
    <w:p w14:paraId="1240AACF" w14:textId="63433CFF" w:rsidR="00CB7B5A" w:rsidRPr="00DB6FA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6FAB">
        <w:rPr>
          <w:rFonts w:eastAsia="Calibri" w:cs="Times New Roman"/>
          <w:lang w:eastAsia="cs-CZ"/>
        </w:rPr>
        <w:t xml:space="preserve">Vysvětlení/ změna/ doplnění zadávací dokumentace č. </w:t>
      </w:r>
      <w:r w:rsidR="006A4ECA">
        <w:rPr>
          <w:rFonts w:eastAsia="Calibri" w:cs="Times New Roman"/>
          <w:lang w:eastAsia="cs-CZ"/>
        </w:rPr>
        <w:t>2</w:t>
      </w:r>
      <w:r w:rsidRPr="00DB6FAB">
        <w:rPr>
          <w:rFonts w:eastAsia="Calibri" w:cs="Times New Roman"/>
          <w:lang w:eastAsia="cs-CZ"/>
        </w:rPr>
        <w:t xml:space="preserve"> </w:t>
      </w:r>
    </w:p>
    <w:p w14:paraId="55E57B8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DB6FAB">
        <w:rPr>
          <w:rFonts w:eastAsia="Calibri" w:cs="Times New Roman"/>
        </w:rPr>
        <w:t xml:space="preserve">ve smyslu </w:t>
      </w:r>
      <w:r w:rsidRPr="00DB6FAB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FBFAF18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AD2481" w14:textId="77777777" w:rsidR="00187130" w:rsidRPr="00BD5319" w:rsidRDefault="0018713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6E0FBE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50577962" w14:textId="77777777" w:rsidR="006A4ECA" w:rsidRDefault="006A4ECA" w:rsidP="006A4EC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V ZD v části 4_SOUPIS PRACÍ S VÝKAZEM VÝMĚR je v souboru „Požadavky na výkon a funkci“ na listu „Požadavky na výkon a funkci D+B“ je u jednotlivých FVE uvedeno: </w:t>
      </w:r>
      <w:r>
        <w:rPr>
          <w:i/>
          <w:iCs/>
          <w:sz w:val="20"/>
          <w:szCs w:val="20"/>
        </w:rPr>
        <w:t xml:space="preserve">Projekt počítá s instalací fotovoltaických panelů o nominálním výkonu minimálně 405Wp. </w:t>
      </w:r>
      <w:r>
        <w:rPr>
          <w:sz w:val="20"/>
          <w:szCs w:val="20"/>
        </w:rPr>
        <w:t xml:space="preserve">Avšak v souboru „ZDS2 – FVE </w:t>
      </w:r>
      <w:proofErr w:type="spellStart"/>
      <w:r>
        <w:rPr>
          <w:sz w:val="20"/>
          <w:szCs w:val="20"/>
        </w:rPr>
        <w:t>Fotochema</w:t>
      </w:r>
      <w:proofErr w:type="spellEnd"/>
      <w:r>
        <w:rPr>
          <w:sz w:val="20"/>
          <w:szCs w:val="20"/>
        </w:rPr>
        <w:t xml:space="preserve"> 2“ a v souboru„ZDS2 – FVE Turnov“ je uveden jednotkový výkon 450 </w:t>
      </w:r>
      <w:proofErr w:type="spellStart"/>
      <w:r>
        <w:rPr>
          <w:sz w:val="20"/>
          <w:szCs w:val="20"/>
        </w:rPr>
        <w:t>Wp</w:t>
      </w:r>
      <w:proofErr w:type="spellEnd"/>
      <w:r>
        <w:rPr>
          <w:sz w:val="20"/>
          <w:szCs w:val="20"/>
        </w:rPr>
        <w:t xml:space="preserve">. A v souboru „ZDS2 – FVE Pardubice Hlaváčova“ je uveden jednotkový výkon 550 </w:t>
      </w:r>
      <w:proofErr w:type="spellStart"/>
      <w:r>
        <w:rPr>
          <w:sz w:val="20"/>
          <w:szCs w:val="20"/>
        </w:rPr>
        <w:t>Wp</w:t>
      </w:r>
      <w:proofErr w:type="spellEnd"/>
      <w:r>
        <w:rPr>
          <w:sz w:val="20"/>
          <w:szCs w:val="20"/>
        </w:rPr>
        <w:t xml:space="preserve">. Účastník si dovoluje požádat o vysvětlení tohoto nesouladu. </w:t>
      </w:r>
    </w:p>
    <w:p w14:paraId="122C5AAE" w14:textId="77777777" w:rsidR="006A4ECA" w:rsidRPr="006A4ECA" w:rsidRDefault="006A4ECA" w:rsidP="006A4ECA">
      <w:pPr>
        <w:spacing w:after="0" w:line="240" w:lineRule="auto"/>
        <w:rPr>
          <w:rFonts w:eastAsia="Calibri" w:cs="Times New Roman"/>
          <w:b/>
          <w:lang w:eastAsia="cs-CZ"/>
        </w:rPr>
      </w:pPr>
      <w:r w:rsidRPr="006A4ECA">
        <w:rPr>
          <w:rFonts w:eastAsia="Calibri" w:cs="Times New Roman"/>
          <w:b/>
          <w:lang w:eastAsia="cs-CZ"/>
        </w:rPr>
        <w:t xml:space="preserve">Odpověď: </w:t>
      </w:r>
    </w:p>
    <w:p w14:paraId="4A9F8008" w14:textId="30BABEAA" w:rsidR="006A4ECA" w:rsidRPr="002207BD" w:rsidRDefault="00CE5420" w:rsidP="006A4ECA">
      <w:pPr>
        <w:spacing w:after="0" w:line="240" w:lineRule="auto"/>
        <w:rPr>
          <w:rFonts w:eastAsia="Calibri" w:cs="Times New Roman"/>
          <w:lang w:eastAsia="cs-CZ"/>
        </w:rPr>
      </w:pPr>
      <w:r w:rsidRPr="002207BD">
        <w:rPr>
          <w:rFonts w:eastAsia="Calibri" w:cs="Times New Roman"/>
          <w:lang w:eastAsia="cs-CZ"/>
        </w:rPr>
        <w:t xml:space="preserve">V </w:t>
      </w:r>
      <w:r w:rsidR="0019585F" w:rsidRPr="002207BD">
        <w:rPr>
          <w:sz w:val="20"/>
          <w:szCs w:val="20"/>
        </w:rPr>
        <w:t>ZD v části 4_SOUPIS PRACÍ S VÝKAZEM VÝMĚR byla v souboru „Požadavky na výkon a funkci“</w:t>
      </w:r>
      <w:r w:rsidRPr="002207BD">
        <w:rPr>
          <w:rFonts w:eastAsia="Calibri" w:cs="Times New Roman"/>
          <w:lang w:eastAsia="cs-CZ"/>
        </w:rPr>
        <w:t xml:space="preserve"> chybně celá záložka „Požadavek na výkon a funkci D+B“. </w:t>
      </w:r>
      <w:r w:rsidR="0019585F" w:rsidRPr="002207BD">
        <w:rPr>
          <w:rFonts w:eastAsia="Calibri" w:cs="Times New Roman"/>
          <w:lang w:eastAsia="cs-CZ"/>
        </w:rPr>
        <w:t xml:space="preserve">Zadavatel upravuje </w:t>
      </w:r>
      <w:r w:rsidR="0019585F" w:rsidRPr="002207BD">
        <w:rPr>
          <w:sz w:val="20"/>
          <w:szCs w:val="20"/>
        </w:rPr>
        <w:t>soubor „Požadavky na výkon a funkci“</w:t>
      </w:r>
      <w:r w:rsidR="0019585F" w:rsidRPr="002207BD">
        <w:rPr>
          <w:rFonts w:eastAsia="Calibri" w:cs="Times New Roman"/>
          <w:lang w:eastAsia="cs-CZ"/>
        </w:rPr>
        <w:t xml:space="preserve"> záložku „Požadavek na výkon a funkci D+B“</w:t>
      </w:r>
      <w:r w:rsidRPr="002207BD">
        <w:rPr>
          <w:rFonts w:eastAsia="Calibri" w:cs="Times New Roman"/>
          <w:lang w:eastAsia="cs-CZ"/>
        </w:rPr>
        <w:t>, která nyní odpovídá zadání čili příslušným ZDS2 a ZTP.</w:t>
      </w:r>
    </w:p>
    <w:p w14:paraId="4B8D6464" w14:textId="23E9F204" w:rsidR="006A4ECA" w:rsidRPr="002207BD" w:rsidRDefault="006A4ECA" w:rsidP="006A4ECA">
      <w:pPr>
        <w:spacing w:after="0" w:line="240" w:lineRule="auto"/>
        <w:rPr>
          <w:rFonts w:eastAsia="Calibri" w:cs="Times New Roman"/>
          <w:lang w:eastAsia="cs-CZ"/>
        </w:rPr>
      </w:pPr>
    </w:p>
    <w:p w14:paraId="60F63F65" w14:textId="77777777" w:rsidR="006A4ECA" w:rsidRPr="006A4ECA" w:rsidRDefault="006A4ECA" w:rsidP="006A4EC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3FF7CEF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27626637" w14:textId="77777777" w:rsidR="006A4ECA" w:rsidRDefault="006A4ECA" w:rsidP="006A4EC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Dále je ve výše zmíněných souborech i rozpor v požadavcích na výkon elektrárny. V souboru „Požadavky na výkon a funkci“ na listu „Požadavky na výkon a funkci D+B“ je požadavek na maximální výkon zatímco soubory ZDS2 obsahují požadavek na přesný výkon jednotlivých FVE. </w:t>
      </w:r>
    </w:p>
    <w:p w14:paraId="5DDACAE8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984681D" w14:textId="60529090" w:rsidR="00B35FF3" w:rsidRPr="002207BD" w:rsidRDefault="00CE5420" w:rsidP="00B35FF3">
      <w:pPr>
        <w:spacing w:after="0"/>
        <w:jc w:val="both"/>
      </w:pPr>
      <w:r w:rsidRPr="002207BD">
        <w:rPr>
          <w:rFonts w:eastAsia="Calibri" w:cs="Times New Roman"/>
          <w:lang w:eastAsia="cs-CZ"/>
        </w:rPr>
        <w:t xml:space="preserve">V </w:t>
      </w:r>
      <w:r w:rsidR="0019585F" w:rsidRPr="002207BD">
        <w:rPr>
          <w:sz w:val="20"/>
          <w:szCs w:val="20"/>
        </w:rPr>
        <w:t>ZD v části 4_SOUPIS PRACÍ S VÝKAZEM VÝMĚR byla v souboru „Požadavky na výkon a funkci“</w:t>
      </w:r>
      <w:r w:rsidR="0019585F" w:rsidRPr="002207BD">
        <w:rPr>
          <w:rFonts w:eastAsia="Calibri" w:cs="Times New Roman"/>
          <w:lang w:eastAsia="cs-CZ"/>
        </w:rPr>
        <w:t xml:space="preserve"> </w:t>
      </w:r>
      <w:r w:rsidRPr="002207BD">
        <w:rPr>
          <w:rFonts w:eastAsia="Calibri" w:cs="Times New Roman"/>
          <w:lang w:eastAsia="cs-CZ"/>
        </w:rPr>
        <w:t xml:space="preserve">chybně celá záložka „Požadavek na výkon a funkci D+B“. </w:t>
      </w:r>
      <w:r w:rsidR="0019585F" w:rsidRPr="002207BD">
        <w:rPr>
          <w:rFonts w:eastAsia="Calibri" w:cs="Times New Roman"/>
          <w:lang w:eastAsia="cs-CZ"/>
        </w:rPr>
        <w:t xml:space="preserve">Zadavatel upravuje </w:t>
      </w:r>
      <w:r w:rsidR="0019585F" w:rsidRPr="002207BD">
        <w:rPr>
          <w:sz w:val="20"/>
          <w:szCs w:val="20"/>
        </w:rPr>
        <w:t>soubor „Požadavky na výkon a funkci“</w:t>
      </w:r>
      <w:r w:rsidR="0019585F" w:rsidRPr="002207BD">
        <w:rPr>
          <w:rFonts w:eastAsia="Calibri" w:cs="Times New Roman"/>
          <w:lang w:eastAsia="cs-CZ"/>
        </w:rPr>
        <w:t xml:space="preserve"> záložku „Požadavek na výkon a funkci D+B“</w:t>
      </w:r>
      <w:r w:rsidRPr="002207BD">
        <w:rPr>
          <w:rFonts w:eastAsia="Calibri" w:cs="Times New Roman"/>
          <w:lang w:eastAsia="cs-CZ"/>
        </w:rPr>
        <w:t>, která nyní odpovídá zadání, čili příslušným ZDS2 a ZTP.</w:t>
      </w:r>
    </w:p>
    <w:p w14:paraId="579AF62D" w14:textId="77777777" w:rsidR="00187130" w:rsidRPr="002207BD" w:rsidRDefault="0018713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EE30DC9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794D86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3D9432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B76E4DE" w14:textId="52469976" w:rsidR="006A4ECA" w:rsidRPr="00BD5319" w:rsidRDefault="006A4ECA" w:rsidP="00B60DF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Vzhledem ke skutečnosti, že byly zadavatelem prov</w:t>
      </w:r>
      <w:r w:rsidRPr="0019585F">
        <w:rPr>
          <w:rFonts w:eastAsia="Times New Roman" w:cs="Times New Roman"/>
          <w:lang w:eastAsia="cs-CZ"/>
        </w:rPr>
        <w:t xml:space="preserve">edeny </w:t>
      </w:r>
      <w:r w:rsidRPr="0019585F">
        <w:rPr>
          <w:rFonts w:eastAsia="Times New Roman" w:cs="Times New Roman"/>
          <w:b/>
          <w:lang w:eastAsia="cs-CZ"/>
        </w:rPr>
        <w:t>změny/doplnění zadávací dokumentace</w:t>
      </w:r>
      <w:r w:rsidRPr="0019585F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19585F">
        <w:rPr>
          <w:rFonts w:eastAsia="Times New Roman" w:cs="Times New Roman"/>
          <w:lang w:eastAsia="cs-CZ"/>
        </w:rPr>
        <w:t>ust</w:t>
      </w:r>
      <w:proofErr w:type="spellEnd"/>
      <w:r w:rsidRPr="0019585F">
        <w:rPr>
          <w:rFonts w:eastAsia="Times New Roman" w:cs="Times New Roman"/>
          <w:lang w:eastAsia="cs-CZ"/>
        </w:rPr>
        <w:t xml:space="preserve">. § </w:t>
      </w:r>
      <w:r w:rsidRPr="00BD5319">
        <w:rPr>
          <w:rFonts w:eastAsia="Times New Roman" w:cs="Times New Roman"/>
          <w:lang w:eastAsia="cs-CZ"/>
        </w:rPr>
        <w:t xml:space="preserve">99 odst. 2 ZZVZ a prodlužuje lhůtu pro podání nabídek ze dne </w:t>
      </w:r>
      <w:r w:rsidR="00B60DF0">
        <w:rPr>
          <w:rFonts w:eastAsia="Times New Roman" w:cs="Times New Roman"/>
          <w:lang w:eastAsia="cs-CZ"/>
        </w:rPr>
        <w:t xml:space="preserve">30. 5. 2023 </w:t>
      </w:r>
      <w:r w:rsidRPr="00BD5319">
        <w:rPr>
          <w:rFonts w:eastAsia="Times New Roman" w:cs="Times New Roman"/>
          <w:lang w:eastAsia="cs-CZ"/>
        </w:rPr>
        <w:t xml:space="preserve">na den </w:t>
      </w:r>
      <w:r w:rsidR="006B1224">
        <w:rPr>
          <w:rFonts w:eastAsia="Times New Roman" w:cs="Times New Roman"/>
          <w:lang w:eastAsia="cs-CZ"/>
        </w:rPr>
        <w:t>6. 6</w:t>
      </w:r>
      <w:r w:rsidR="00B60DF0">
        <w:rPr>
          <w:rFonts w:eastAsia="Times New Roman" w:cs="Times New Roman"/>
          <w:lang w:eastAsia="cs-CZ"/>
        </w:rPr>
        <w:t>.</w:t>
      </w:r>
      <w:r w:rsidR="006B1224">
        <w:rPr>
          <w:rFonts w:eastAsia="Times New Roman" w:cs="Times New Roman"/>
          <w:lang w:eastAsia="cs-CZ"/>
        </w:rPr>
        <w:t xml:space="preserve"> </w:t>
      </w:r>
      <w:r w:rsidR="00B60DF0">
        <w:rPr>
          <w:rFonts w:eastAsia="Times New Roman" w:cs="Times New Roman"/>
          <w:lang w:eastAsia="cs-CZ"/>
        </w:rPr>
        <w:t>2023</w:t>
      </w:r>
      <w:r w:rsidRPr="00BD5319">
        <w:rPr>
          <w:rFonts w:eastAsia="Times New Roman" w:cs="Times New Roman"/>
          <w:lang w:eastAsia="cs-CZ"/>
        </w:rPr>
        <w:t>.</w:t>
      </w:r>
    </w:p>
    <w:p w14:paraId="0B36E83A" w14:textId="77777777" w:rsidR="006A4ECA" w:rsidRPr="00BD5319" w:rsidRDefault="006A4ECA" w:rsidP="006A4EC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477A8CC" w14:textId="0EFDDEA4" w:rsidR="006A4ECA" w:rsidRPr="00BD5319" w:rsidRDefault="006A4ECA" w:rsidP="006A4EC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B60DF0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B60DF0" w:rsidRPr="00B60DF0">
        <w:rPr>
          <w:rFonts w:eastAsia="Times New Roman" w:cs="Times New Roman"/>
          <w:lang w:eastAsia="cs-CZ"/>
        </w:rPr>
        <w:t>Z2023-017580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D938F00" w14:textId="77777777" w:rsidR="006A4ECA" w:rsidRPr="00BD5319" w:rsidRDefault="006A4ECA" w:rsidP="006A4EC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0E1B443" w14:textId="77777777" w:rsidR="006A4ECA" w:rsidRPr="00BD5319" w:rsidRDefault="006A4ECA" w:rsidP="006A4EC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DCD5033" w14:textId="323006A1" w:rsidR="006A4ECA" w:rsidRPr="00BD5319" w:rsidRDefault="006A4ECA" w:rsidP="006A4EC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B60DF0">
        <w:rPr>
          <w:rFonts w:eastAsia="Times New Roman" w:cs="Times New Roman"/>
          <w:lang w:eastAsia="cs-CZ"/>
        </w:rPr>
        <w:t>30. 5 2023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596439">
        <w:rPr>
          <w:rFonts w:eastAsia="Times New Roman" w:cs="Times New Roman"/>
          <w:lang w:eastAsia="cs-CZ"/>
        </w:rPr>
        <w:t>6. 6</w:t>
      </w:r>
      <w:r w:rsidR="00B60DF0">
        <w:rPr>
          <w:rFonts w:eastAsia="Times New Roman" w:cs="Times New Roman"/>
          <w:lang w:eastAsia="cs-CZ"/>
        </w:rPr>
        <w:t>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88A70B1" w14:textId="77777777" w:rsidR="006A4ECA" w:rsidRPr="00BD5319" w:rsidRDefault="006A4ECA" w:rsidP="006A4EC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2123109" w14:textId="29C0BF6D" w:rsidR="006A4ECA" w:rsidRPr="00BD5319" w:rsidRDefault="006A4ECA" w:rsidP="006A4EC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B60DF0">
        <w:rPr>
          <w:rFonts w:eastAsia="Times New Roman" w:cs="Times New Roman"/>
          <w:lang w:eastAsia="cs-CZ"/>
        </w:rPr>
        <w:t>30. 5. 2023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596439">
        <w:rPr>
          <w:rFonts w:eastAsia="Times New Roman" w:cs="Times New Roman"/>
          <w:lang w:eastAsia="cs-CZ"/>
        </w:rPr>
        <w:t>6. 6</w:t>
      </w:r>
      <w:r w:rsidR="00B60DF0">
        <w:rPr>
          <w:rFonts w:eastAsia="Times New Roman" w:cs="Times New Roman"/>
          <w:lang w:eastAsia="cs-CZ"/>
        </w:rPr>
        <w:t>. 2023</w:t>
      </w:r>
      <w:r w:rsidR="00B60DF0"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2EEFEDFA" w14:textId="77777777" w:rsidR="006A4ECA" w:rsidRPr="00BD5319" w:rsidRDefault="006A4ECA" w:rsidP="006A4ECA">
      <w:pPr>
        <w:spacing w:after="0" w:line="240" w:lineRule="auto"/>
        <w:rPr>
          <w:rFonts w:eastAsia="Times New Roman" w:cs="Times New Roman"/>
          <w:lang w:eastAsia="cs-CZ"/>
        </w:rPr>
      </w:pPr>
    </w:p>
    <w:p w14:paraId="45896324" w14:textId="77777777" w:rsidR="006A4ECA" w:rsidRPr="00BD5319" w:rsidRDefault="006A4ECA" w:rsidP="006A4EC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96439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81D5B1C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76B1DB" w14:textId="0F15898E" w:rsidR="006A4ECA" w:rsidRPr="00190AC5" w:rsidRDefault="006A4ECA" w:rsidP="006A4EC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90AC5">
        <w:rPr>
          <w:rFonts w:eastAsia="Calibri" w:cs="Times New Roman"/>
          <w:b/>
          <w:bCs/>
          <w:lang w:eastAsia="cs-CZ"/>
        </w:rPr>
        <w:t xml:space="preserve">Příloha: </w:t>
      </w:r>
    </w:p>
    <w:p w14:paraId="42C5E50F" w14:textId="13312227" w:rsidR="0019585F" w:rsidRPr="00190AC5" w:rsidRDefault="0019585F" w:rsidP="006A4ECA">
      <w:pPr>
        <w:tabs>
          <w:tab w:val="center" w:pos="7371"/>
        </w:tabs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190AC5">
        <w:rPr>
          <w:sz w:val="20"/>
          <w:szCs w:val="20"/>
        </w:rPr>
        <w:t xml:space="preserve">Požadavky </w:t>
      </w:r>
      <w:r w:rsidRPr="002207BD">
        <w:rPr>
          <w:sz w:val="20"/>
          <w:szCs w:val="20"/>
        </w:rPr>
        <w:t>na výkon a funkci</w:t>
      </w:r>
      <w:r w:rsidR="008D59C1" w:rsidRPr="002207BD">
        <w:rPr>
          <w:rFonts w:eastAsia="Calibri" w:cs="Times New Roman"/>
          <w:bCs/>
          <w:lang w:eastAsia="cs-CZ"/>
        </w:rPr>
        <w:t>_20230519</w:t>
      </w:r>
    </w:p>
    <w:p w14:paraId="3AB23366" w14:textId="345C3D9C" w:rsidR="00B60DF0" w:rsidRPr="00190AC5" w:rsidRDefault="00B60DF0" w:rsidP="006A4EC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0C91FB8C" w14:textId="77777777" w:rsidR="006A4ECA" w:rsidRPr="00190AC5" w:rsidRDefault="006A4ECA" w:rsidP="006A4EC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76BED4B" w14:textId="77777777" w:rsidR="006A4ECA" w:rsidRPr="00190AC5" w:rsidRDefault="006A4ECA" w:rsidP="006A4E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7B425E" w14:textId="2CB391C6" w:rsidR="006A4ECA" w:rsidRPr="00BD5319" w:rsidRDefault="006A4ECA" w:rsidP="006A4EC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2DADEE1C" w14:textId="4C623EC7" w:rsidR="006A4ECA" w:rsidRDefault="006A4ECA" w:rsidP="006A4E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0F338E" w14:textId="32A3D93C" w:rsidR="00190AC5" w:rsidRDefault="00190AC5" w:rsidP="006A4E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D1A1B2" w14:textId="41E035AC" w:rsidR="00190AC5" w:rsidRDefault="00190AC5" w:rsidP="006A4E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77E478" w14:textId="77777777" w:rsidR="00190AC5" w:rsidRPr="00BD5319" w:rsidRDefault="00190AC5" w:rsidP="006A4E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947979" w14:textId="77777777" w:rsidR="006A4ECA" w:rsidRPr="00BD5319" w:rsidRDefault="006A4ECA" w:rsidP="006A4EC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04CD81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064CB0B3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4723668B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421C015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0DD2BA73" w14:textId="77777777" w:rsidR="006A4ECA" w:rsidRPr="00BD5319" w:rsidRDefault="006A4ECA" w:rsidP="006A4ECA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5EBDFD52" w14:textId="7B940093" w:rsidR="00CB7B5A" w:rsidRDefault="00CB7B5A" w:rsidP="006A4EC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60A03" w14:textId="77777777" w:rsidR="002820A8" w:rsidRDefault="002820A8" w:rsidP="00962258">
      <w:pPr>
        <w:spacing w:after="0" w:line="240" w:lineRule="auto"/>
      </w:pPr>
      <w:r>
        <w:separator/>
      </w:r>
    </w:p>
  </w:endnote>
  <w:endnote w:type="continuationSeparator" w:id="0">
    <w:p w14:paraId="7719E0BF" w14:textId="77777777" w:rsidR="002820A8" w:rsidRDefault="002820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CF0BE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147CAC" w14:textId="16FD88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7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7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FF98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8EBFD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6257CD" w14:textId="77777777" w:rsidR="00F1715C" w:rsidRDefault="00F1715C" w:rsidP="00D831A3">
          <w:pPr>
            <w:pStyle w:val="Zpat"/>
          </w:pPr>
        </w:p>
      </w:tc>
    </w:tr>
  </w:tbl>
  <w:p w14:paraId="4F0821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43EA703" wp14:editId="6299FE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787207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CBEB7E" wp14:editId="521626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BF11D5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94A91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F77C9C" w14:textId="71F86A1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7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7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42C7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7D98E4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33AEC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9C4ED99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2DBD03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5D07CD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A52254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C6D68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C5EBB77" w14:textId="77777777" w:rsidR="00712ED1" w:rsidRDefault="00712ED1" w:rsidP="00331004">
          <w:pPr>
            <w:pStyle w:val="Zpat"/>
          </w:pPr>
        </w:p>
      </w:tc>
    </w:tr>
  </w:tbl>
  <w:p w14:paraId="5CC77F6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18196BF" wp14:editId="13810F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C08FC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94DD323" wp14:editId="19A9DB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FEA6EF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701C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8D863" w14:textId="77777777" w:rsidR="002820A8" w:rsidRDefault="002820A8" w:rsidP="00962258">
      <w:pPr>
        <w:spacing w:after="0" w:line="240" w:lineRule="auto"/>
      </w:pPr>
      <w:r>
        <w:separator/>
      </w:r>
    </w:p>
  </w:footnote>
  <w:footnote w:type="continuationSeparator" w:id="0">
    <w:p w14:paraId="28E5B406" w14:textId="77777777" w:rsidR="002820A8" w:rsidRDefault="002820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6BB3A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66B626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AA9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29F368" w14:textId="77777777" w:rsidR="00F1715C" w:rsidRPr="00D6163D" w:rsidRDefault="00F1715C" w:rsidP="00D6163D">
          <w:pPr>
            <w:pStyle w:val="Druhdokumentu"/>
          </w:pPr>
        </w:p>
      </w:tc>
    </w:tr>
  </w:tbl>
  <w:p w14:paraId="75D6C89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2AF67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0E5C0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6DF3580" wp14:editId="2C143137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DB0C9EC" wp14:editId="223F2C6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747CB2D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D42E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E2B460B" w14:textId="77777777" w:rsidR="00F1715C" w:rsidRPr="00D6163D" w:rsidRDefault="00F1715C" w:rsidP="00FC6389">
          <w:pPr>
            <w:pStyle w:val="Druhdokumentu"/>
          </w:pPr>
        </w:p>
      </w:tc>
    </w:tr>
    <w:tr w:rsidR="00F64786" w14:paraId="5CAAF43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43D8DB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719912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9EBE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569091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C96C102" wp14:editId="6E774AE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51AC289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98EF9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0D64F3A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2173CE"/>
    <w:multiLevelType w:val="multilevel"/>
    <w:tmpl w:val="03EEFE0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87130"/>
    <w:rsid w:val="00190AC5"/>
    <w:rsid w:val="0019585F"/>
    <w:rsid w:val="001B69C2"/>
    <w:rsid w:val="001C4DA0"/>
    <w:rsid w:val="00207DF5"/>
    <w:rsid w:val="002207BD"/>
    <w:rsid w:val="00265C46"/>
    <w:rsid w:val="00267369"/>
    <w:rsid w:val="0026785D"/>
    <w:rsid w:val="002820A8"/>
    <w:rsid w:val="002C31BF"/>
    <w:rsid w:val="002D4C02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41042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2A36"/>
    <w:rsid w:val="00584E2A"/>
    <w:rsid w:val="00596439"/>
    <w:rsid w:val="00596C7E"/>
    <w:rsid w:val="005A5F24"/>
    <w:rsid w:val="005A64E9"/>
    <w:rsid w:val="005B5EE9"/>
    <w:rsid w:val="006104F6"/>
    <w:rsid w:val="0061068E"/>
    <w:rsid w:val="00660AD3"/>
    <w:rsid w:val="006A4ECA"/>
    <w:rsid w:val="006A5570"/>
    <w:rsid w:val="006A689C"/>
    <w:rsid w:val="006B1224"/>
    <w:rsid w:val="006B3D79"/>
    <w:rsid w:val="006E0578"/>
    <w:rsid w:val="006E314D"/>
    <w:rsid w:val="006E7F06"/>
    <w:rsid w:val="00710723"/>
    <w:rsid w:val="00712ED1"/>
    <w:rsid w:val="00723ED1"/>
    <w:rsid w:val="00735ED4"/>
    <w:rsid w:val="007400D8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D59C1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8277B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5FF3"/>
    <w:rsid w:val="00B45E9E"/>
    <w:rsid w:val="00B55F9C"/>
    <w:rsid w:val="00B60DF0"/>
    <w:rsid w:val="00B75EE1"/>
    <w:rsid w:val="00B77481"/>
    <w:rsid w:val="00B8518B"/>
    <w:rsid w:val="00BB3740"/>
    <w:rsid w:val="00BC6EF4"/>
    <w:rsid w:val="00BD5319"/>
    <w:rsid w:val="00BD7E91"/>
    <w:rsid w:val="00BF374D"/>
    <w:rsid w:val="00BF6D48"/>
    <w:rsid w:val="00C0137B"/>
    <w:rsid w:val="00C02D0A"/>
    <w:rsid w:val="00C03A6E"/>
    <w:rsid w:val="00C30759"/>
    <w:rsid w:val="00C44F6A"/>
    <w:rsid w:val="00C54E30"/>
    <w:rsid w:val="00C727E5"/>
    <w:rsid w:val="00C8207D"/>
    <w:rsid w:val="00CB7B5A"/>
    <w:rsid w:val="00CC1E2B"/>
    <w:rsid w:val="00CD1FC4"/>
    <w:rsid w:val="00CE371D"/>
    <w:rsid w:val="00CE5420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0B3D"/>
    <w:rsid w:val="00DB6FAB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BE3D0"/>
  <w14:defaultImageDpi w14:val="32767"/>
  <w15:docId w15:val="{73664E23-CF52-480A-9ADE-F671CD32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4EC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Text1-2">
    <w:name w:val="_Text_1-2"/>
    <w:basedOn w:val="Text1-1"/>
    <w:qFormat/>
    <w:rsid w:val="00DB6FAB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DB6FAB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DB6FAB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DB6FA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0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1042"/>
    <w:rPr>
      <w:b/>
      <w:bCs/>
      <w:sz w:val="20"/>
      <w:szCs w:val="20"/>
    </w:rPr>
  </w:style>
  <w:style w:type="paragraph" w:customStyle="1" w:styleId="Default">
    <w:name w:val="Default"/>
    <w:rsid w:val="006A4E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9FAEDE-CB42-4ACE-A279-B00E40167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502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2023-05-19T08:13:00Z</cp:lastPrinted>
  <dcterms:created xsi:type="dcterms:W3CDTF">2023-05-19T07:09:00Z</dcterms:created>
  <dcterms:modified xsi:type="dcterms:W3CDTF">2023-05-22T07:25:00Z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